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5C5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0E9803A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A26E7">
        <w:rPr>
          <w:rFonts w:ascii="Corbel" w:hAnsi="Corbel"/>
          <w:i/>
          <w:smallCaps/>
          <w:sz w:val="24"/>
          <w:szCs w:val="24"/>
        </w:rPr>
        <w:t>2019-2022</w:t>
      </w:r>
    </w:p>
    <w:p w14:paraId="1ECEC073" w14:textId="63063D73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</w:t>
      </w:r>
      <w:r w:rsidR="003A26E7">
        <w:rPr>
          <w:rFonts w:ascii="Corbel" w:hAnsi="Corbel"/>
          <w:sz w:val="20"/>
          <w:szCs w:val="20"/>
        </w:rPr>
        <w:t>19</w:t>
      </w:r>
      <w:r w:rsidR="004E6130">
        <w:rPr>
          <w:rFonts w:ascii="Corbel" w:hAnsi="Corbel"/>
          <w:sz w:val="20"/>
          <w:szCs w:val="20"/>
        </w:rPr>
        <w:t>/202</w:t>
      </w:r>
      <w:r w:rsidR="003A26E7">
        <w:rPr>
          <w:rFonts w:ascii="Corbel" w:hAnsi="Corbel"/>
          <w:sz w:val="20"/>
          <w:szCs w:val="20"/>
        </w:rPr>
        <w:t>0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2C11558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4E61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77777777" w:rsidR="004E6130" w:rsidRPr="009C54AE" w:rsidRDefault="004E6130" w:rsidP="004E61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1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informacyjno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Korzeniowski L.F., Podstawy zarządzania organizacjami, Difin,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Grzebyk M., Zarządzanie i jego główne funkcje, wyd. WSGiZ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1FEBF" w14:textId="77777777" w:rsidR="00F718B5" w:rsidRDefault="00F718B5" w:rsidP="00C16ABF">
      <w:pPr>
        <w:spacing w:after="0" w:line="240" w:lineRule="auto"/>
      </w:pPr>
      <w:r>
        <w:separator/>
      </w:r>
    </w:p>
  </w:endnote>
  <w:endnote w:type="continuationSeparator" w:id="0">
    <w:p w14:paraId="0DE635D8" w14:textId="77777777" w:rsidR="00F718B5" w:rsidRDefault="00F718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DB3CB" w14:textId="77777777" w:rsidR="00F718B5" w:rsidRDefault="00F718B5" w:rsidP="00C16ABF">
      <w:pPr>
        <w:spacing w:after="0" w:line="240" w:lineRule="auto"/>
      </w:pPr>
      <w:r>
        <w:separator/>
      </w:r>
    </w:p>
  </w:footnote>
  <w:footnote w:type="continuationSeparator" w:id="0">
    <w:p w14:paraId="78D819E1" w14:textId="77777777" w:rsidR="00F718B5" w:rsidRDefault="00F718B5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6E7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718B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BA9A5-5B4C-4FA5-B4BB-A2B91A0841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E5EC2D-1F16-41C6-B839-32D4AEEF3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1090</Words>
  <Characters>6543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2019-02-06T12:12:00Z</cp:lastPrinted>
  <dcterms:created xsi:type="dcterms:W3CDTF">2020-10-25T18:28:00Z</dcterms:created>
  <dcterms:modified xsi:type="dcterms:W3CDTF">2020-12-09T12:14:00Z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